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0D5" w:rsidRDefault="007420D5" w:rsidP="007420D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F7E67" w:rsidRDefault="00720A4F">
      <w:pPr>
        <w:pStyle w:val="Nadpis1"/>
      </w:pPr>
      <w:r>
        <w:t>89</w:t>
      </w:r>
      <w:r w:rsidR="005646B1">
        <w:t>/05</w:t>
      </w:r>
      <w:r w:rsidR="003C78C2">
        <w:t xml:space="preserve"> </w:t>
      </w:r>
      <w:r w:rsidR="00915DF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5DF6" w:rsidRDefault="00915DF6">
      <w:pPr>
        <w:jc w:val="center"/>
        <w:rPr>
          <w:b/>
          <w:bCs/>
          <w:sz w:val="28"/>
          <w:u w:val="single"/>
        </w:rPr>
      </w:pPr>
    </w:p>
    <w:p w:rsidR="00915DF6" w:rsidRDefault="00915DF6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B64E0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3B64E0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720A4F">
        <w:t>6. prosince</w:t>
      </w:r>
      <w:r w:rsidR="009A2D13">
        <w:t xml:space="preserve"> </w:t>
      </w:r>
      <w:r w:rsidR="00B45E75">
        <w:t>2017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049FF" w:rsidRDefault="00B049FF">
      <w:pPr>
        <w:widowControl w:val="0"/>
        <w:autoSpaceDE w:val="0"/>
        <w:autoSpaceDN w:val="0"/>
        <w:adjustRightInd w:val="0"/>
        <w:jc w:val="both"/>
      </w:pPr>
    </w:p>
    <w:p w:rsidR="00B049FF" w:rsidRDefault="00B049FF">
      <w:pPr>
        <w:widowControl w:val="0"/>
        <w:autoSpaceDE w:val="0"/>
        <w:autoSpaceDN w:val="0"/>
        <w:adjustRightInd w:val="0"/>
        <w:jc w:val="both"/>
      </w:pPr>
    </w:p>
    <w:p w:rsidR="00B049FF" w:rsidRDefault="00B049FF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3B64E0">
        <w:t>Ing. 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 w:rsidR="0007274A">
        <w:tab/>
      </w:r>
      <w:r w:rsidR="0007274A">
        <w:tab/>
        <w:t>v</w:t>
      </w:r>
      <w:r w:rsidR="003B64E0">
        <w:t>edoucí 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1D07F5" w:rsidRDefault="001D07F5" w:rsidP="00B049FF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1D07F5" w:rsidRDefault="001D07F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1D07F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06F28" w:rsidRDefault="00977509" w:rsidP="00977509">
      <w:pPr>
        <w:pStyle w:val="Nadpis2"/>
      </w:pPr>
      <w:r>
        <w:lastRenderedPageBreak/>
        <w:t>1) Základní škola Strakonice, Krále Jiřího z Poděbrad 882</w:t>
      </w:r>
    </w:p>
    <w:p w:rsidR="00977509" w:rsidRDefault="00977509" w:rsidP="00977509"/>
    <w:p w:rsidR="00FF1A67" w:rsidRDefault="00FF1A67" w:rsidP="006D5A5C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FF1A67" w:rsidRDefault="00FF1A67" w:rsidP="006D5A5C">
      <w:pPr>
        <w:jc w:val="both"/>
      </w:pPr>
      <w:r>
        <w:t>RM po projednání</w:t>
      </w:r>
    </w:p>
    <w:p w:rsidR="00FF1A67" w:rsidRDefault="00FF1A67" w:rsidP="006D5A5C">
      <w:pPr>
        <w:jc w:val="both"/>
      </w:pPr>
    </w:p>
    <w:p w:rsidR="00FF1A67" w:rsidRDefault="00FF1A67" w:rsidP="00FF1A67">
      <w:pPr>
        <w:pStyle w:val="Nadpis3"/>
      </w:pPr>
      <w:r>
        <w:t>I. Souhlasí</w:t>
      </w:r>
    </w:p>
    <w:p w:rsidR="00FF1A67" w:rsidRDefault="00FF1A67" w:rsidP="00FF1A67">
      <w:pPr>
        <w:jc w:val="both"/>
      </w:pPr>
      <w:r>
        <w:t xml:space="preserve">s přijetím finančního daru ve výši </w:t>
      </w:r>
      <w:r w:rsidR="00D90AC9">
        <w:t>5.244 Kč od WOMEN FOR WOMEN, o.p.</w:t>
      </w:r>
      <w:r>
        <w:t>s.</w:t>
      </w:r>
      <w:r w:rsidR="00D90AC9">
        <w:t>,</w:t>
      </w:r>
      <w:r>
        <w:t xml:space="preserve"> Vlastislavova 152/4, Praha 4, který bude použit k uhrazení stravného ve školní jídelně pro 2 žáky v rámci charitativního projektu Obědy pro děti, a to v období od </w:t>
      </w:r>
      <w:proofErr w:type="gramStart"/>
      <w:r>
        <w:t>02.01.2018</w:t>
      </w:r>
      <w:proofErr w:type="gramEnd"/>
      <w:r>
        <w:t xml:space="preserve"> do 30.06.2018.</w:t>
      </w:r>
    </w:p>
    <w:p w:rsidR="000D6851" w:rsidRDefault="000D6851" w:rsidP="00FF1A67">
      <w:pPr>
        <w:jc w:val="both"/>
      </w:pPr>
    </w:p>
    <w:p w:rsidR="00C24926" w:rsidRDefault="00C24926" w:rsidP="00FF1A67">
      <w:pPr>
        <w:jc w:val="both"/>
      </w:pPr>
    </w:p>
    <w:p w:rsidR="00C24926" w:rsidRDefault="00C24926" w:rsidP="00C24926">
      <w:pPr>
        <w:pStyle w:val="Nadpis2"/>
      </w:pPr>
      <w:r>
        <w:t>2) Dohoda o zvláštním užívání věže Rumpál</w:t>
      </w:r>
    </w:p>
    <w:p w:rsidR="00C24926" w:rsidRDefault="00C24926" w:rsidP="00C24926"/>
    <w:p w:rsidR="00C24926" w:rsidRDefault="00C24926" w:rsidP="00C24926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C24926" w:rsidRDefault="00C24926" w:rsidP="00C24926">
      <w:pPr>
        <w:jc w:val="both"/>
      </w:pPr>
      <w:r>
        <w:t>RM po projednání</w:t>
      </w:r>
    </w:p>
    <w:p w:rsidR="00C24926" w:rsidRDefault="00C24926" w:rsidP="00C24926">
      <w:pPr>
        <w:jc w:val="both"/>
      </w:pPr>
    </w:p>
    <w:p w:rsidR="00C24926" w:rsidRDefault="00C24926" w:rsidP="00C24926">
      <w:pPr>
        <w:pStyle w:val="Nadpis3"/>
      </w:pPr>
      <w:r>
        <w:t>I. Souhlasí</w:t>
      </w:r>
    </w:p>
    <w:p w:rsidR="00C24926" w:rsidRDefault="00C24926" w:rsidP="00C24926">
      <w:pPr>
        <w:jc w:val="both"/>
      </w:pPr>
      <w:r>
        <w:t>s</w:t>
      </w:r>
      <w:r w:rsidR="00B74D17">
        <w:t xml:space="preserve"> uzavřením dohody o zvláštním užívání věže Rumpál s Muzeem středního Pootaví Strakonice při akci novoroční ohňostroj, která se bude konat dne 1. ledna 2018. </w:t>
      </w:r>
    </w:p>
    <w:p w:rsidR="00B74D17" w:rsidRDefault="00B74D17" w:rsidP="00C24926">
      <w:pPr>
        <w:jc w:val="both"/>
      </w:pPr>
    </w:p>
    <w:p w:rsidR="00B74D17" w:rsidRDefault="00B74D17" w:rsidP="00B74D17">
      <w:pPr>
        <w:pStyle w:val="Nadpis3"/>
      </w:pPr>
      <w:r>
        <w:t>II. Pověřuje</w:t>
      </w:r>
    </w:p>
    <w:p w:rsidR="00B74D17" w:rsidRDefault="00B74D17" w:rsidP="00B74D17">
      <w:r>
        <w:t>starostu podpisem dohody v předloženém znění.</w:t>
      </w:r>
    </w:p>
    <w:p w:rsidR="00B74D17" w:rsidRDefault="00B74D17" w:rsidP="00C24926">
      <w:pPr>
        <w:jc w:val="both"/>
      </w:pPr>
    </w:p>
    <w:p w:rsidR="000E37C0" w:rsidRDefault="000E37C0" w:rsidP="000E37C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32"/>
          <w:szCs w:val="32"/>
          <w:u w:val="single"/>
        </w:rPr>
      </w:pPr>
      <w:r>
        <w:rPr>
          <w:b/>
          <w:bCs/>
          <w:sz w:val="28"/>
          <w:u w:val="single"/>
        </w:rPr>
        <w:t xml:space="preserve">3) Povolení výjimky z počtu dětí ve třídě mateřské školy v MŠ Lidická 625 </w:t>
      </w:r>
    </w:p>
    <w:p w:rsidR="000E37C0" w:rsidRDefault="000E37C0" w:rsidP="000E37C0"/>
    <w:p w:rsidR="000E37C0" w:rsidRDefault="000E37C0" w:rsidP="000E37C0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</w:p>
    <w:p w:rsidR="000E37C0" w:rsidRDefault="000E37C0" w:rsidP="000E37C0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0E37C0" w:rsidRDefault="000E37C0" w:rsidP="000E37C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0E37C0" w:rsidRDefault="000E37C0" w:rsidP="000E37C0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I. Souhlasí</w:t>
      </w:r>
    </w:p>
    <w:p w:rsidR="000E37C0" w:rsidRDefault="000E37C0" w:rsidP="000E37C0">
      <w:pPr>
        <w:jc w:val="both"/>
      </w:pPr>
      <w:r>
        <w:t>s povolením výjimky z počtu dětí ve třídě mateřské školy pro školní rok 2017/2018 v MŠ Lidická v 1. třídě, ve 2. třídě a ve 4. třídě na 28 dětí a ve 3. třídě na 27 dětí, v odloučeném pracovišti MŠ Školní v 1. třídě, ve 2. třídě a ve 4. třídě na 28 dětí a ve 3. třídě na 27 dětí,  v odloučeném pracovišti MŠ Holečkova 413 ve 3. třídě a ve 4. třídě na 25 dětí, v odloučeném pracovišti MŠ Spojařů 1260 ve  2. třídě, ve 3. třídě a ve 4. třídě na 28 dětí za předpokladu, že zvýšení počtu dětí nebude na újmu kvalitě vzdělávací činnosti školy a při splnění podmínek bezpečnosti a ochrany zdraví.</w:t>
      </w:r>
    </w:p>
    <w:p w:rsidR="000E37C0" w:rsidRDefault="000E37C0" w:rsidP="00FF1A67">
      <w:pPr>
        <w:jc w:val="both"/>
      </w:pPr>
    </w:p>
    <w:sectPr w:rsidR="000E3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F628A"/>
    <w:multiLevelType w:val="hybridMultilevel"/>
    <w:tmpl w:val="087850C4"/>
    <w:lvl w:ilvl="0" w:tplc="7B9EE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65B2D"/>
    <w:multiLevelType w:val="hybridMultilevel"/>
    <w:tmpl w:val="1AF2FFD2"/>
    <w:lvl w:ilvl="0" w:tplc="9E1290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13F80"/>
    <w:multiLevelType w:val="hybridMultilevel"/>
    <w:tmpl w:val="4B845FF8"/>
    <w:lvl w:ilvl="0" w:tplc="BF0A96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22D66"/>
    <w:multiLevelType w:val="hybridMultilevel"/>
    <w:tmpl w:val="9DAC4580"/>
    <w:lvl w:ilvl="0" w:tplc="CD62B9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36609"/>
    <w:multiLevelType w:val="hybridMultilevel"/>
    <w:tmpl w:val="BBC28488"/>
    <w:lvl w:ilvl="0" w:tplc="8B86FDF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8710A9"/>
    <w:multiLevelType w:val="hybridMultilevel"/>
    <w:tmpl w:val="A530A5CA"/>
    <w:lvl w:ilvl="0" w:tplc="AD529CFA">
      <w:start w:val="2"/>
      <w:numFmt w:val="upperRoman"/>
      <w:lvlText w:val="%1."/>
      <w:lvlJc w:val="left"/>
      <w:pPr>
        <w:ind w:left="720" w:hanging="72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491015"/>
    <w:multiLevelType w:val="hybridMultilevel"/>
    <w:tmpl w:val="6B306CD4"/>
    <w:lvl w:ilvl="0" w:tplc="BE10E3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2C"/>
    <w:rsid w:val="00022719"/>
    <w:rsid w:val="000243EC"/>
    <w:rsid w:val="0004275A"/>
    <w:rsid w:val="00056088"/>
    <w:rsid w:val="0007274A"/>
    <w:rsid w:val="00077160"/>
    <w:rsid w:val="00085BDB"/>
    <w:rsid w:val="00090EAF"/>
    <w:rsid w:val="000D6851"/>
    <w:rsid w:val="000E23A3"/>
    <w:rsid w:val="000E37C0"/>
    <w:rsid w:val="000E78B7"/>
    <w:rsid w:val="000F4988"/>
    <w:rsid w:val="000F5DD8"/>
    <w:rsid w:val="00125364"/>
    <w:rsid w:val="001437D4"/>
    <w:rsid w:val="001654D5"/>
    <w:rsid w:val="00165AF5"/>
    <w:rsid w:val="00186E58"/>
    <w:rsid w:val="001B223A"/>
    <w:rsid w:val="001C7DEE"/>
    <w:rsid w:val="001D07F5"/>
    <w:rsid w:val="001D73DD"/>
    <w:rsid w:val="001E0DF3"/>
    <w:rsid w:val="001F41A0"/>
    <w:rsid w:val="002033B5"/>
    <w:rsid w:val="00211AFB"/>
    <w:rsid w:val="00214AE6"/>
    <w:rsid w:val="002307D4"/>
    <w:rsid w:val="00272FEA"/>
    <w:rsid w:val="002755E6"/>
    <w:rsid w:val="00333A39"/>
    <w:rsid w:val="00343EFD"/>
    <w:rsid w:val="00352A5B"/>
    <w:rsid w:val="0037342D"/>
    <w:rsid w:val="00376DCC"/>
    <w:rsid w:val="003814A8"/>
    <w:rsid w:val="003B64E0"/>
    <w:rsid w:val="003B7272"/>
    <w:rsid w:val="003C78C2"/>
    <w:rsid w:val="003E5D59"/>
    <w:rsid w:val="003E6551"/>
    <w:rsid w:val="003F6CEF"/>
    <w:rsid w:val="00404886"/>
    <w:rsid w:val="004448EA"/>
    <w:rsid w:val="00452446"/>
    <w:rsid w:val="00460942"/>
    <w:rsid w:val="00466635"/>
    <w:rsid w:val="00475B2C"/>
    <w:rsid w:val="0048180C"/>
    <w:rsid w:val="004944F3"/>
    <w:rsid w:val="0049691D"/>
    <w:rsid w:val="004C4537"/>
    <w:rsid w:val="004D02EB"/>
    <w:rsid w:val="004D4E48"/>
    <w:rsid w:val="004D7EA8"/>
    <w:rsid w:val="004F08C1"/>
    <w:rsid w:val="004F27E9"/>
    <w:rsid w:val="005251BA"/>
    <w:rsid w:val="00533833"/>
    <w:rsid w:val="005646B1"/>
    <w:rsid w:val="005C4D42"/>
    <w:rsid w:val="00605138"/>
    <w:rsid w:val="006801D4"/>
    <w:rsid w:val="006904A6"/>
    <w:rsid w:val="006D5A5C"/>
    <w:rsid w:val="006F1EF3"/>
    <w:rsid w:val="00704663"/>
    <w:rsid w:val="007132F5"/>
    <w:rsid w:val="00720A4F"/>
    <w:rsid w:val="007420D5"/>
    <w:rsid w:val="00762506"/>
    <w:rsid w:val="007A4734"/>
    <w:rsid w:val="007C7AB0"/>
    <w:rsid w:val="007D02EF"/>
    <w:rsid w:val="007F3EBE"/>
    <w:rsid w:val="00820438"/>
    <w:rsid w:val="008C1877"/>
    <w:rsid w:val="008D687E"/>
    <w:rsid w:val="008F0C84"/>
    <w:rsid w:val="008F232F"/>
    <w:rsid w:val="008F296F"/>
    <w:rsid w:val="00900123"/>
    <w:rsid w:val="00915DF6"/>
    <w:rsid w:val="0093766F"/>
    <w:rsid w:val="009522CB"/>
    <w:rsid w:val="00977509"/>
    <w:rsid w:val="00984866"/>
    <w:rsid w:val="00985F48"/>
    <w:rsid w:val="0098724C"/>
    <w:rsid w:val="009A2D13"/>
    <w:rsid w:val="009A6764"/>
    <w:rsid w:val="009C155C"/>
    <w:rsid w:val="009C29BE"/>
    <w:rsid w:val="009D3E4D"/>
    <w:rsid w:val="009E26DB"/>
    <w:rsid w:val="009F082F"/>
    <w:rsid w:val="00A06B9B"/>
    <w:rsid w:val="00A320E6"/>
    <w:rsid w:val="00A432F0"/>
    <w:rsid w:val="00AA7BD4"/>
    <w:rsid w:val="00AE0E42"/>
    <w:rsid w:val="00AE2AB1"/>
    <w:rsid w:val="00B049FF"/>
    <w:rsid w:val="00B45E75"/>
    <w:rsid w:val="00B74D17"/>
    <w:rsid w:val="00B867D4"/>
    <w:rsid w:val="00B92CF0"/>
    <w:rsid w:val="00B95D60"/>
    <w:rsid w:val="00BD4DD6"/>
    <w:rsid w:val="00BF7E67"/>
    <w:rsid w:val="00C06A11"/>
    <w:rsid w:val="00C115A5"/>
    <w:rsid w:val="00C24926"/>
    <w:rsid w:val="00C306C0"/>
    <w:rsid w:val="00C40252"/>
    <w:rsid w:val="00C50375"/>
    <w:rsid w:val="00C54C59"/>
    <w:rsid w:val="00C6160B"/>
    <w:rsid w:val="00C63226"/>
    <w:rsid w:val="00C80EF3"/>
    <w:rsid w:val="00D06F28"/>
    <w:rsid w:val="00D104BB"/>
    <w:rsid w:val="00D90AC9"/>
    <w:rsid w:val="00DA4B24"/>
    <w:rsid w:val="00DB312D"/>
    <w:rsid w:val="00DC5FD1"/>
    <w:rsid w:val="00DE6D29"/>
    <w:rsid w:val="00E3615D"/>
    <w:rsid w:val="00E47C49"/>
    <w:rsid w:val="00E55118"/>
    <w:rsid w:val="00E601D2"/>
    <w:rsid w:val="00E71D81"/>
    <w:rsid w:val="00E87B55"/>
    <w:rsid w:val="00E92EA8"/>
    <w:rsid w:val="00F3353E"/>
    <w:rsid w:val="00F37EC1"/>
    <w:rsid w:val="00F4533C"/>
    <w:rsid w:val="00F674E2"/>
    <w:rsid w:val="00F82AF7"/>
    <w:rsid w:val="00F90C52"/>
    <w:rsid w:val="00F97805"/>
    <w:rsid w:val="00FB33B0"/>
    <w:rsid w:val="00FF1A67"/>
    <w:rsid w:val="00FF2D59"/>
    <w:rsid w:val="00FF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BEC6F-624D-4BE1-940F-69B61C09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3B7272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rsid w:val="0048180C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48180C"/>
    <w:rPr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37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37D4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E71D81"/>
    <w:pPr>
      <w:widowControl w:val="0"/>
      <w:jc w:val="both"/>
    </w:pPr>
    <w:rPr>
      <w:szCs w:val="20"/>
    </w:rPr>
  </w:style>
  <w:style w:type="paragraph" w:styleId="Nzev">
    <w:name w:val="Title"/>
    <w:basedOn w:val="Normln"/>
    <w:link w:val="NzevChar"/>
    <w:qFormat/>
    <w:rsid w:val="004F27E9"/>
    <w:pPr>
      <w:jc w:val="center"/>
    </w:pPr>
    <w:rPr>
      <w:b/>
      <w:bCs/>
      <w:sz w:val="22"/>
    </w:rPr>
  </w:style>
  <w:style w:type="character" w:customStyle="1" w:styleId="NzevChar">
    <w:name w:val="Název Char"/>
    <w:basedOn w:val="Standardnpsmoodstavce"/>
    <w:link w:val="Nzev"/>
    <w:rsid w:val="004F27E9"/>
    <w:rPr>
      <w:b/>
      <w:bCs/>
      <w:sz w:val="22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A47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A4734"/>
    <w:rPr>
      <w:sz w:val="24"/>
      <w:szCs w:val="24"/>
    </w:rPr>
  </w:style>
  <w:style w:type="paragraph" w:customStyle="1" w:styleId="Zkladntext31">
    <w:name w:val="Základní text 31"/>
    <w:basedOn w:val="Normln"/>
    <w:rsid w:val="003E5D5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customStyle="1" w:styleId="Nadpis3Char">
    <w:name w:val="Nadpis 3 Char"/>
    <w:link w:val="Nadpis3"/>
    <w:rsid w:val="003E5D59"/>
    <w:rPr>
      <w:b/>
      <w:bCs/>
      <w:sz w:val="24"/>
      <w:szCs w:val="26"/>
      <w:u w:val="single"/>
    </w:rPr>
  </w:style>
  <w:style w:type="paragraph" w:styleId="Normlnweb">
    <w:name w:val="Normal (Web)"/>
    <w:basedOn w:val="Normln"/>
    <w:semiHidden/>
    <w:unhideWhenUsed/>
    <w:rsid w:val="00214AE6"/>
    <w:pPr>
      <w:spacing w:before="100" w:beforeAutospacing="1" w:after="100" w:afterAutospacing="1"/>
    </w:pPr>
  </w:style>
  <w:style w:type="paragraph" w:customStyle="1" w:styleId="Zkladntext32">
    <w:name w:val="Základní text 32"/>
    <w:basedOn w:val="Normln"/>
    <w:rsid w:val="000243EC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customStyle="1" w:styleId="Nadpis2Char">
    <w:name w:val="Nadpis 2 Char"/>
    <w:link w:val="Nadpis2"/>
    <w:rsid w:val="00460942"/>
    <w:rPr>
      <w:b/>
      <w:bCs/>
      <w:sz w:val="28"/>
      <w:szCs w:val="24"/>
      <w:u w:val="single"/>
    </w:rPr>
  </w:style>
  <w:style w:type="paragraph" w:styleId="Zhlav">
    <w:name w:val="header"/>
    <w:basedOn w:val="Normln"/>
    <w:link w:val="ZhlavChar"/>
    <w:semiHidden/>
    <w:rsid w:val="00C249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C249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3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62161-15E9-4DB2-AB7E-DC060C0AB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96</TotalTime>
  <Pages>2</Pages>
  <Words>311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20</cp:revision>
  <cp:lastPrinted>2017-10-18T11:38:00Z</cp:lastPrinted>
  <dcterms:created xsi:type="dcterms:W3CDTF">2017-11-20T15:14:00Z</dcterms:created>
  <dcterms:modified xsi:type="dcterms:W3CDTF">2017-11-30T08:17:00Z</dcterms:modified>
</cp:coreProperties>
</file>